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FD586" w14:textId="300E20CA" w:rsidR="006B27FB" w:rsidRPr="00651E35" w:rsidRDefault="00651E35" w:rsidP="00AD36D6">
      <w:pPr>
        <w:pStyle w:val="Overskrift4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D</w:t>
      </w:r>
      <w:r w:rsidRPr="00651E35">
        <w:rPr>
          <w:sz w:val="36"/>
          <w:szCs w:val="36"/>
          <w:lang w:val="en-GB"/>
        </w:rPr>
        <w:t xml:space="preserve">escription </w:t>
      </w:r>
      <w:r>
        <w:rPr>
          <w:sz w:val="36"/>
          <w:szCs w:val="36"/>
          <w:lang w:val="en-GB"/>
        </w:rPr>
        <w:t>of r</w:t>
      </w:r>
      <w:r w:rsidR="006B27FB" w:rsidRPr="00651E35">
        <w:rPr>
          <w:sz w:val="36"/>
          <w:szCs w:val="36"/>
          <w:lang w:val="en-GB"/>
        </w:rPr>
        <w:t>elevance template</w:t>
      </w:r>
    </w:p>
    <w:p w14:paraId="26ABC228" w14:textId="77777777" w:rsidR="001A34ED" w:rsidRPr="00651E35" w:rsidRDefault="001A34ED" w:rsidP="006B27FB">
      <w:pPr>
        <w:pStyle w:val="Overskrift3"/>
        <w:rPr>
          <w:szCs w:val="28"/>
          <w:lang w:val="en-GB"/>
        </w:rPr>
      </w:pPr>
      <w:r w:rsidRPr="00651E35">
        <w:rPr>
          <w:szCs w:val="28"/>
          <w:lang w:val="en-GB"/>
        </w:rPr>
        <w:t>Researcher Project</w:t>
      </w:r>
    </w:p>
    <w:p w14:paraId="0F7EFDB7" w14:textId="77777777" w:rsidR="00E17030" w:rsidRPr="00651E35" w:rsidRDefault="00E17030" w:rsidP="00E17030">
      <w:pPr>
        <w:rPr>
          <w:lang w:val="en-GB"/>
        </w:rPr>
      </w:pPr>
    </w:p>
    <w:p w14:paraId="4CF7F861" w14:textId="30AF121C" w:rsidR="00304D26" w:rsidRPr="00651E35" w:rsidRDefault="00304D26" w:rsidP="00570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auto"/>
          <w:lang w:val="en-GB"/>
        </w:rPr>
      </w:pPr>
      <w:r w:rsidRPr="00651E35">
        <w:rPr>
          <w:b/>
          <w:bCs/>
          <w:color w:val="auto"/>
          <w:lang w:val="en-GB"/>
        </w:rPr>
        <w:t>Guidance</w:t>
      </w:r>
      <w:r w:rsidR="000C2A02" w:rsidRPr="00651E35">
        <w:rPr>
          <w:b/>
          <w:bCs/>
          <w:color w:val="auto"/>
          <w:lang w:val="en-GB"/>
        </w:rPr>
        <w:t>:</w:t>
      </w:r>
    </w:p>
    <w:p w14:paraId="6E10BCD2" w14:textId="528A1F26" w:rsidR="00221DAF" w:rsidRPr="00651E35" w:rsidRDefault="00F8091F" w:rsidP="000D1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  <w:lang w:val="en-GB"/>
        </w:rPr>
      </w:pPr>
      <w:r w:rsidRPr="00651E35">
        <w:rPr>
          <w:color w:val="auto"/>
          <w:lang w:val="en-GB"/>
        </w:rPr>
        <w:t>Th</w:t>
      </w:r>
      <w:r w:rsidR="007B5489" w:rsidRPr="00651E35">
        <w:rPr>
          <w:color w:val="auto"/>
          <w:lang w:val="en-GB"/>
        </w:rPr>
        <w:t>is</w:t>
      </w:r>
      <w:r w:rsidRPr="00651E35">
        <w:rPr>
          <w:color w:val="auto"/>
          <w:lang w:val="en-GB"/>
        </w:rPr>
        <w:t xml:space="preserve"> attachment </w:t>
      </w:r>
      <w:r w:rsidR="008C42C2" w:rsidRPr="00651E35">
        <w:rPr>
          <w:color w:val="auto"/>
          <w:lang w:val="en-GB"/>
        </w:rPr>
        <w:t>will</w:t>
      </w:r>
      <w:r w:rsidR="004C324C" w:rsidRPr="00651E35">
        <w:rPr>
          <w:color w:val="auto"/>
          <w:lang w:val="en-GB"/>
        </w:rPr>
        <w:t xml:space="preserve"> be</w:t>
      </w:r>
      <w:r w:rsidR="00785EB9" w:rsidRPr="00651E35">
        <w:rPr>
          <w:color w:val="auto"/>
          <w:lang w:val="en-GB"/>
        </w:rPr>
        <w:t xml:space="preserve"> </w:t>
      </w:r>
      <w:r w:rsidR="00570418" w:rsidRPr="00651E35">
        <w:rPr>
          <w:color w:val="auto"/>
          <w:lang w:val="en-GB"/>
        </w:rPr>
        <w:t>used</w:t>
      </w:r>
      <w:r w:rsidR="00366D81" w:rsidRPr="00651E35">
        <w:rPr>
          <w:color w:val="auto"/>
          <w:lang w:val="en-GB"/>
        </w:rPr>
        <w:t xml:space="preserve"> </w:t>
      </w:r>
      <w:r w:rsidR="00F277B8" w:rsidRPr="00651E35">
        <w:rPr>
          <w:color w:val="auto"/>
          <w:lang w:val="en-GB"/>
        </w:rPr>
        <w:t xml:space="preserve">by the Research Council </w:t>
      </w:r>
      <w:r w:rsidR="001630DC" w:rsidRPr="00651E35">
        <w:rPr>
          <w:color w:val="auto"/>
          <w:lang w:val="en-GB"/>
        </w:rPr>
        <w:t xml:space="preserve">in </w:t>
      </w:r>
      <w:r w:rsidR="00651E35">
        <w:rPr>
          <w:color w:val="auto"/>
          <w:lang w:val="en-GB"/>
        </w:rPr>
        <w:t>its</w:t>
      </w:r>
      <w:r w:rsidR="00651E35" w:rsidRPr="00651E35">
        <w:rPr>
          <w:color w:val="auto"/>
          <w:lang w:val="en-GB"/>
        </w:rPr>
        <w:t xml:space="preserve"> </w:t>
      </w:r>
      <w:r w:rsidR="006153FC" w:rsidRPr="00651E35">
        <w:rPr>
          <w:color w:val="auto"/>
          <w:lang w:val="en-GB"/>
        </w:rPr>
        <w:t>assess</w:t>
      </w:r>
      <w:r w:rsidR="001630DC" w:rsidRPr="00651E35">
        <w:rPr>
          <w:color w:val="auto"/>
          <w:lang w:val="en-GB"/>
        </w:rPr>
        <w:t xml:space="preserve">ment </w:t>
      </w:r>
      <w:r w:rsidR="000C5DF6" w:rsidRPr="00651E35">
        <w:rPr>
          <w:color w:val="auto"/>
          <w:lang w:val="en-GB"/>
        </w:rPr>
        <w:t xml:space="preserve">of the criterion </w:t>
      </w:r>
      <w:r w:rsidR="005133C0" w:rsidRPr="00651E35">
        <w:rPr>
          <w:i/>
          <w:iCs/>
          <w:color w:val="auto"/>
          <w:lang w:val="en-GB"/>
        </w:rPr>
        <w:t>Relevance to the chosen topic</w:t>
      </w:r>
      <w:r w:rsidR="00582082" w:rsidRPr="00651E35">
        <w:rPr>
          <w:i/>
          <w:iCs/>
          <w:color w:val="auto"/>
          <w:lang w:val="en-GB"/>
        </w:rPr>
        <w:t>,</w:t>
      </w:r>
      <w:r w:rsidR="005133C0" w:rsidRPr="00651E35">
        <w:rPr>
          <w:i/>
          <w:iCs/>
          <w:color w:val="auto"/>
          <w:lang w:val="en-GB"/>
        </w:rPr>
        <w:t xml:space="preserve"> </w:t>
      </w:r>
      <w:r w:rsidR="00131B46" w:rsidRPr="00651E35">
        <w:rPr>
          <w:color w:val="auto"/>
          <w:lang w:val="en-GB"/>
        </w:rPr>
        <w:t>corresponding</w:t>
      </w:r>
      <w:r w:rsidR="00C5704C" w:rsidRPr="00651E35">
        <w:rPr>
          <w:color w:val="auto"/>
          <w:lang w:val="en-GB"/>
        </w:rPr>
        <w:t xml:space="preserve"> to the </w:t>
      </w:r>
      <w:r w:rsidR="004D1888" w:rsidRPr="00651E35">
        <w:rPr>
          <w:color w:val="auto"/>
          <w:lang w:val="en-GB"/>
        </w:rPr>
        <w:t xml:space="preserve">topic you </w:t>
      </w:r>
      <w:r w:rsidR="00651E35">
        <w:rPr>
          <w:color w:val="auto"/>
          <w:lang w:val="en-GB"/>
        </w:rPr>
        <w:t>select</w:t>
      </w:r>
      <w:r w:rsidR="00651E35" w:rsidRPr="00651E35">
        <w:rPr>
          <w:color w:val="auto"/>
          <w:lang w:val="en-GB"/>
        </w:rPr>
        <w:t xml:space="preserve"> </w:t>
      </w:r>
      <w:r w:rsidR="005C6CE6" w:rsidRPr="00651E35">
        <w:rPr>
          <w:color w:val="auto"/>
          <w:lang w:val="en-GB"/>
        </w:rPr>
        <w:t>in the application form</w:t>
      </w:r>
      <w:r w:rsidR="006153FC" w:rsidRPr="00651E35">
        <w:rPr>
          <w:color w:val="auto"/>
          <w:lang w:val="en-GB"/>
        </w:rPr>
        <w:t xml:space="preserve">. It will not be </w:t>
      </w:r>
      <w:r w:rsidR="00907FD0" w:rsidRPr="00651E35">
        <w:rPr>
          <w:color w:val="auto"/>
          <w:lang w:val="en-GB"/>
        </w:rPr>
        <w:t>used</w:t>
      </w:r>
      <w:r w:rsidR="006153FC" w:rsidRPr="00651E35">
        <w:rPr>
          <w:color w:val="auto"/>
          <w:lang w:val="en-GB"/>
        </w:rPr>
        <w:t xml:space="preserve"> by the </w:t>
      </w:r>
      <w:r w:rsidR="003B2685" w:rsidRPr="00651E35">
        <w:rPr>
          <w:color w:val="auto"/>
          <w:lang w:val="en-GB"/>
        </w:rPr>
        <w:t>referee</w:t>
      </w:r>
      <w:r w:rsidR="00483D92" w:rsidRPr="00651E35">
        <w:rPr>
          <w:color w:val="auto"/>
          <w:lang w:val="en-GB"/>
        </w:rPr>
        <w:t xml:space="preserve"> panel</w:t>
      </w:r>
      <w:r w:rsidR="00907FD0" w:rsidRPr="00651E35">
        <w:rPr>
          <w:color w:val="auto"/>
          <w:lang w:val="en-GB"/>
        </w:rPr>
        <w:t>s</w:t>
      </w:r>
      <w:r w:rsidR="00483D92" w:rsidRPr="00651E35">
        <w:rPr>
          <w:color w:val="auto"/>
          <w:lang w:val="en-GB"/>
        </w:rPr>
        <w:t>.</w:t>
      </w:r>
    </w:p>
    <w:p w14:paraId="36C34554" w14:textId="5A060034" w:rsidR="00EA7F9D" w:rsidRPr="00651E35" w:rsidRDefault="00651E35" w:rsidP="000D1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  <w:lang w:val="en-GB"/>
        </w:rPr>
      </w:pPr>
      <w:r>
        <w:rPr>
          <w:color w:val="auto"/>
          <w:lang w:val="en-GB"/>
        </w:rPr>
        <w:t>Please d</w:t>
      </w:r>
      <w:r w:rsidR="00EA7F9D" w:rsidRPr="00651E35">
        <w:rPr>
          <w:color w:val="auto"/>
          <w:lang w:val="en-GB"/>
        </w:rPr>
        <w:t xml:space="preserve">escribe how and why the </w:t>
      </w:r>
      <w:r w:rsidR="002E0B40" w:rsidRPr="00651E35">
        <w:rPr>
          <w:color w:val="auto"/>
          <w:lang w:val="en-GB"/>
        </w:rPr>
        <w:t>proposed project</w:t>
      </w:r>
      <w:r w:rsidR="00EA7F9D" w:rsidRPr="00651E35">
        <w:rPr>
          <w:color w:val="auto"/>
          <w:lang w:val="en-GB"/>
        </w:rPr>
        <w:t xml:space="preserve"> is relevant to the </w:t>
      </w:r>
      <w:r w:rsidR="000328B7" w:rsidRPr="000328B7">
        <w:rPr>
          <w:i/>
          <w:iCs/>
          <w:color w:val="auto"/>
          <w:lang w:val="en-GB"/>
        </w:rPr>
        <w:t xml:space="preserve">thematic </w:t>
      </w:r>
      <w:r w:rsidR="00EA7F9D" w:rsidRPr="000328B7">
        <w:rPr>
          <w:i/>
          <w:iCs/>
          <w:color w:val="auto"/>
          <w:lang w:val="en-GB"/>
        </w:rPr>
        <w:t>priorities</w:t>
      </w:r>
      <w:r w:rsidR="008241B1" w:rsidRPr="00651E35">
        <w:rPr>
          <w:color w:val="auto"/>
          <w:lang w:val="en-GB"/>
        </w:rPr>
        <w:t xml:space="preserve"> as </w:t>
      </w:r>
      <w:r w:rsidR="001E3ACF" w:rsidRPr="00651E35">
        <w:rPr>
          <w:color w:val="auto"/>
          <w:lang w:val="en-GB"/>
        </w:rPr>
        <w:t>described</w:t>
      </w:r>
      <w:r w:rsidR="008241B1" w:rsidRPr="00651E35">
        <w:rPr>
          <w:color w:val="auto"/>
          <w:lang w:val="en-GB"/>
        </w:rPr>
        <w:t xml:space="preserve"> </w:t>
      </w:r>
      <w:r w:rsidR="009A2D6F" w:rsidRPr="00651E35">
        <w:rPr>
          <w:color w:val="auto"/>
          <w:lang w:val="en-GB"/>
        </w:rPr>
        <w:t xml:space="preserve">under </w:t>
      </w:r>
      <w:r w:rsidR="00C441EB" w:rsidRPr="00651E35">
        <w:rPr>
          <w:color w:val="auto"/>
          <w:lang w:val="en-GB"/>
        </w:rPr>
        <w:t>the</w:t>
      </w:r>
      <w:r w:rsidR="009A2D6F" w:rsidRPr="00651E35">
        <w:rPr>
          <w:color w:val="auto"/>
          <w:lang w:val="en-GB"/>
        </w:rPr>
        <w:t xml:space="preserve"> topic </w:t>
      </w:r>
      <w:r w:rsidR="008241B1" w:rsidRPr="00651E35">
        <w:rPr>
          <w:color w:val="auto"/>
          <w:lang w:val="en-GB"/>
        </w:rPr>
        <w:t>in the call</w:t>
      </w:r>
      <w:r w:rsidR="004043C6" w:rsidRPr="00651E35">
        <w:rPr>
          <w:color w:val="auto"/>
          <w:lang w:val="en-GB"/>
        </w:rPr>
        <w:t xml:space="preserve"> </w:t>
      </w:r>
      <w:r w:rsidR="008241B1" w:rsidRPr="00651E35">
        <w:rPr>
          <w:color w:val="auto"/>
          <w:lang w:val="en-GB"/>
        </w:rPr>
        <w:t>for proposals</w:t>
      </w:r>
      <w:r w:rsidR="004043C6" w:rsidRPr="00651E35">
        <w:rPr>
          <w:color w:val="auto"/>
          <w:lang w:val="en-GB"/>
        </w:rPr>
        <w:t>.</w:t>
      </w:r>
      <w:r w:rsidR="009A2D6F" w:rsidRPr="00651E35">
        <w:rPr>
          <w:color w:val="auto"/>
          <w:lang w:val="en-GB"/>
        </w:rPr>
        <w:t xml:space="preserve"> </w:t>
      </w:r>
    </w:p>
    <w:p w14:paraId="0CDB53B3" w14:textId="4AFE95AE" w:rsidR="00934D61" w:rsidRPr="00651E35" w:rsidRDefault="00934D61" w:rsidP="00C91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  <w:lang w:val="en-GB"/>
        </w:rPr>
      </w:pPr>
      <w:r w:rsidRPr="00651E35">
        <w:rPr>
          <w:color w:val="auto"/>
          <w:lang w:val="en-GB"/>
        </w:rPr>
        <w:t xml:space="preserve">The document is a </w:t>
      </w:r>
      <w:r w:rsidRPr="00651E35">
        <w:rPr>
          <w:b/>
          <w:color w:val="auto"/>
          <w:lang w:val="en-GB"/>
        </w:rPr>
        <w:t>mandatory attachment</w:t>
      </w:r>
      <w:r w:rsidRPr="00651E35">
        <w:rPr>
          <w:color w:val="auto"/>
          <w:lang w:val="en-GB"/>
        </w:rPr>
        <w:t xml:space="preserve"> to the grant proposals for all topics </w:t>
      </w:r>
      <w:r w:rsidR="00BC57C5">
        <w:rPr>
          <w:color w:val="auto"/>
          <w:lang w:val="en-GB"/>
        </w:rPr>
        <w:t>in this</w:t>
      </w:r>
      <w:r w:rsidR="00C916FF">
        <w:rPr>
          <w:color w:val="auto"/>
          <w:lang w:val="en-GB"/>
        </w:rPr>
        <w:t xml:space="preserve"> call.</w:t>
      </w:r>
      <w:r w:rsidRPr="00651E35">
        <w:rPr>
          <w:color w:val="auto"/>
          <w:lang w:val="en-GB"/>
        </w:rPr>
        <w:t xml:space="preserve"> </w:t>
      </w:r>
    </w:p>
    <w:p w14:paraId="1B8074D1" w14:textId="289C594C" w:rsidR="00E17030" w:rsidRPr="00651E35" w:rsidRDefault="008F0A8A" w:rsidP="000D1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  <w:r w:rsidRPr="00651E35">
        <w:rPr>
          <w:lang w:val="en-GB"/>
        </w:rPr>
        <w:t>Maximum</w:t>
      </w:r>
      <w:r w:rsidR="00651E35">
        <w:rPr>
          <w:lang w:val="en-GB"/>
        </w:rPr>
        <w:t xml:space="preserve"> </w:t>
      </w:r>
      <w:r w:rsidRPr="00651E35">
        <w:rPr>
          <w:lang w:val="en-GB"/>
        </w:rPr>
        <w:t>1</w:t>
      </w:r>
      <w:r w:rsidR="004B41E7" w:rsidRPr="00651E35">
        <w:rPr>
          <w:lang w:val="en-GB"/>
        </w:rPr>
        <w:t xml:space="preserve"> page</w:t>
      </w:r>
      <w:r w:rsidR="00C916FF">
        <w:rPr>
          <w:lang w:val="en-GB"/>
        </w:rPr>
        <w:t>.</w:t>
      </w:r>
    </w:p>
    <w:p w14:paraId="1BA056DA" w14:textId="2653DBD2" w:rsidR="001A34ED" w:rsidRPr="00651E35" w:rsidRDefault="001A34ED" w:rsidP="000D1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  <w:r w:rsidRPr="00651E35">
        <w:rPr>
          <w:lang w:val="en-GB"/>
        </w:rPr>
        <w:t>You can write the description in English or Norwegian.</w:t>
      </w:r>
    </w:p>
    <w:p w14:paraId="25BC0E52" w14:textId="76126FDC" w:rsidR="0012739F" w:rsidRPr="00651E35" w:rsidRDefault="0012739F" w:rsidP="00F33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color w:val="auto"/>
          <w:lang w:val="en-GB"/>
        </w:rPr>
      </w:pPr>
      <w:r w:rsidRPr="00651E35">
        <w:rPr>
          <w:color w:val="auto"/>
          <w:lang w:val="en-GB"/>
        </w:rPr>
        <w:t xml:space="preserve">Please delete this guidance </w:t>
      </w:r>
      <w:r w:rsidR="00F72AE8">
        <w:rPr>
          <w:color w:val="auto"/>
          <w:lang w:val="en-GB"/>
        </w:rPr>
        <w:t xml:space="preserve">from the template </w:t>
      </w:r>
      <w:r w:rsidRPr="00651E35">
        <w:rPr>
          <w:color w:val="auto"/>
          <w:lang w:val="en-GB"/>
        </w:rPr>
        <w:t xml:space="preserve">before submitting. </w:t>
      </w:r>
    </w:p>
    <w:p w14:paraId="3BBFF45F" w14:textId="77777777" w:rsidR="006B27FB" w:rsidRPr="00651E35" w:rsidRDefault="006B27FB" w:rsidP="006B27FB">
      <w:pPr>
        <w:pStyle w:val="Overskrift4"/>
        <w:rPr>
          <w:sz w:val="32"/>
          <w:szCs w:val="32"/>
          <w:lang w:val="en-GB"/>
        </w:rPr>
      </w:pPr>
    </w:p>
    <w:p w14:paraId="69EA80A6" w14:textId="5F44F662" w:rsidR="001A34ED" w:rsidRPr="00651E35" w:rsidRDefault="001A34ED" w:rsidP="001A34ED">
      <w:pPr>
        <w:pStyle w:val="Overskrift3"/>
        <w:rPr>
          <w:szCs w:val="28"/>
          <w:lang w:val="en-GB"/>
        </w:rPr>
      </w:pPr>
      <w:r w:rsidRPr="00651E35">
        <w:rPr>
          <w:szCs w:val="28"/>
          <w:lang w:val="en-GB"/>
        </w:rPr>
        <w:t xml:space="preserve">Relevance of the project to the selected topic under the call for proposals  </w:t>
      </w:r>
    </w:p>
    <w:p w14:paraId="2A0E39BD" w14:textId="359D5D0A" w:rsidR="00E17030" w:rsidRPr="00651E35" w:rsidRDefault="006B27FB" w:rsidP="006B27FB">
      <w:pPr>
        <w:pStyle w:val="Overskrift4"/>
        <w:rPr>
          <w:sz w:val="28"/>
          <w:szCs w:val="28"/>
          <w:lang w:val="en-GB"/>
        </w:rPr>
      </w:pPr>
      <w:r w:rsidRPr="00651E35">
        <w:rPr>
          <w:sz w:val="28"/>
          <w:szCs w:val="28"/>
          <w:lang w:val="en-GB"/>
        </w:rPr>
        <w:t xml:space="preserve">&lt; </w:t>
      </w:r>
      <w:r w:rsidR="00FD1D89" w:rsidRPr="00651E35">
        <w:rPr>
          <w:sz w:val="28"/>
          <w:szCs w:val="28"/>
          <w:lang w:val="en-GB"/>
        </w:rPr>
        <w:t xml:space="preserve">Application </w:t>
      </w:r>
      <w:r w:rsidR="00934D61" w:rsidRPr="00651E35">
        <w:rPr>
          <w:sz w:val="28"/>
          <w:szCs w:val="28"/>
          <w:lang w:val="en-GB"/>
        </w:rPr>
        <w:t xml:space="preserve">reference </w:t>
      </w:r>
      <w:r w:rsidRPr="00651E35">
        <w:rPr>
          <w:sz w:val="28"/>
          <w:szCs w:val="28"/>
          <w:lang w:val="en-GB"/>
        </w:rPr>
        <w:t>number – Project title&gt;</w:t>
      </w:r>
    </w:p>
    <w:p w14:paraId="7EC9C9E5" w14:textId="71070672" w:rsidR="00105391" w:rsidRPr="00651E35" w:rsidRDefault="00EB7524" w:rsidP="00D57D79">
      <w:pPr>
        <w:spacing w:after="200" w:line="276" w:lineRule="auto"/>
        <w:rPr>
          <w:b/>
          <w:sz w:val="24"/>
          <w:szCs w:val="24"/>
          <w:lang w:val="en-GB"/>
        </w:rPr>
      </w:pPr>
      <w:r w:rsidRPr="00651E35">
        <w:rPr>
          <w:b/>
          <w:sz w:val="24"/>
          <w:szCs w:val="24"/>
          <w:lang w:val="en-GB"/>
        </w:rPr>
        <w:t>&lt;</w:t>
      </w:r>
      <w:r w:rsidR="00EA0220" w:rsidRPr="00651E35">
        <w:rPr>
          <w:b/>
          <w:sz w:val="24"/>
          <w:szCs w:val="24"/>
          <w:lang w:val="en-GB"/>
        </w:rPr>
        <w:t>T</w:t>
      </w:r>
      <w:r w:rsidR="004504A6" w:rsidRPr="00651E35">
        <w:rPr>
          <w:b/>
          <w:sz w:val="24"/>
          <w:szCs w:val="24"/>
          <w:lang w:val="en-GB"/>
        </w:rPr>
        <w:t xml:space="preserve">opic </w:t>
      </w:r>
      <w:r w:rsidR="00BC600B" w:rsidRPr="00651E35">
        <w:rPr>
          <w:b/>
          <w:sz w:val="24"/>
          <w:szCs w:val="24"/>
          <w:lang w:val="en-GB"/>
        </w:rPr>
        <w:t>title</w:t>
      </w:r>
      <w:r w:rsidR="004504A6" w:rsidRPr="00651E35">
        <w:rPr>
          <w:b/>
          <w:sz w:val="24"/>
          <w:szCs w:val="24"/>
          <w:lang w:val="en-GB"/>
        </w:rPr>
        <w:t xml:space="preserve">&gt; </w:t>
      </w:r>
    </w:p>
    <w:p w14:paraId="1C9FC01A" w14:textId="27DBCBAD" w:rsidR="007E518F" w:rsidRPr="00651E35" w:rsidRDefault="00000F4A" w:rsidP="004E2C34">
      <w:pPr>
        <w:spacing w:after="200" w:line="276" w:lineRule="auto"/>
        <w:rPr>
          <w:lang w:val="en-GB"/>
        </w:rPr>
      </w:pPr>
      <w:r w:rsidRPr="00651E35">
        <w:rPr>
          <w:lang w:val="en-GB"/>
        </w:rPr>
        <w:t>Write</w:t>
      </w:r>
      <w:r w:rsidR="000122C3" w:rsidRPr="00651E35">
        <w:rPr>
          <w:lang w:val="en-GB"/>
        </w:rPr>
        <w:t xml:space="preserve"> your description here.</w:t>
      </w:r>
    </w:p>
    <w:sectPr w:rsidR="007E518F" w:rsidRPr="00651E35" w:rsidSect="00EF2882">
      <w:footerReference w:type="default" r:id="rId11"/>
      <w:headerReference w:type="first" r:id="rId12"/>
      <w:pgSz w:w="11906" w:h="16838" w:code="9"/>
      <w:pgMar w:top="126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0228E" w14:textId="77777777" w:rsidR="00DD0A94" w:rsidRDefault="00DD0A94" w:rsidP="000D14F6">
      <w:pPr>
        <w:spacing w:after="0" w:line="240" w:lineRule="auto"/>
      </w:pPr>
      <w:r>
        <w:separator/>
      </w:r>
    </w:p>
  </w:endnote>
  <w:endnote w:type="continuationSeparator" w:id="0">
    <w:p w14:paraId="565A4E82" w14:textId="77777777" w:rsidR="00DD0A94" w:rsidRDefault="00DD0A94" w:rsidP="000D14F6">
      <w:pPr>
        <w:spacing w:after="0" w:line="240" w:lineRule="auto"/>
      </w:pPr>
      <w:r>
        <w:continuationSeparator/>
      </w:r>
    </w:p>
  </w:endnote>
  <w:endnote w:type="continuationNotice" w:id="1">
    <w:p w14:paraId="700898E4" w14:textId="77777777" w:rsidR="00DD0A94" w:rsidRDefault="00DD0A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761F5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7D7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D170C" w14:textId="77777777" w:rsidR="00DD0A94" w:rsidRDefault="00DD0A94" w:rsidP="000D14F6">
      <w:pPr>
        <w:spacing w:after="0" w:line="240" w:lineRule="auto"/>
      </w:pPr>
      <w:r>
        <w:separator/>
      </w:r>
    </w:p>
  </w:footnote>
  <w:footnote w:type="continuationSeparator" w:id="0">
    <w:p w14:paraId="0D08EE46" w14:textId="77777777" w:rsidR="00DD0A94" w:rsidRDefault="00DD0A94" w:rsidP="000D14F6">
      <w:pPr>
        <w:spacing w:after="0" w:line="240" w:lineRule="auto"/>
      </w:pPr>
      <w:r>
        <w:continuationSeparator/>
      </w:r>
    </w:p>
  </w:footnote>
  <w:footnote w:type="continuationNotice" w:id="1">
    <w:p w14:paraId="47EDF58B" w14:textId="77777777" w:rsidR="00DD0A94" w:rsidRDefault="00DD0A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633E" w14:textId="6F35413C" w:rsidR="00905B86" w:rsidRPr="000328B7" w:rsidRDefault="00905B86" w:rsidP="001C57E6">
    <w:pPr>
      <w:pStyle w:val="Topptekst"/>
      <w:tabs>
        <w:tab w:val="clear" w:pos="4536"/>
        <w:tab w:val="clear" w:pos="9072"/>
        <w:tab w:val="right" w:pos="9638"/>
      </w:tabs>
      <w:rPr>
        <w:szCs w:val="28"/>
        <w:lang w:val="en-GB"/>
      </w:rPr>
    </w:pPr>
    <w:r w:rsidRPr="006B27FB">
      <w:rPr>
        <w:szCs w:val="28"/>
        <w:lang w:val="en-GB"/>
      </w:rPr>
      <w:t>Relevance of the project to the selected topic under the call for proposals</w:t>
    </w:r>
    <w:r w:rsidR="001C57E6">
      <w:rPr>
        <w:szCs w:val="28"/>
        <w:lang w:val="en-GB"/>
      </w:rPr>
      <w:tab/>
    </w:r>
    <w:r w:rsidR="001C57E6" w:rsidRPr="001C57E6">
      <w:rPr>
        <w:color w:val="FF0000"/>
        <w:sz w:val="18"/>
        <w:szCs w:val="28"/>
        <w:lang w:val="en-GB"/>
      </w:rPr>
      <w:t>F</w:t>
    </w:r>
    <w:r w:rsidR="00620B7D">
      <w:rPr>
        <w:color w:val="FF0000"/>
        <w:sz w:val="18"/>
        <w:szCs w:val="28"/>
        <w:lang w:val="en-GB"/>
      </w:rPr>
      <w:t>P</w:t>
    </w:r>
    <w:r w:rsidR="001C57E6" w:rsidRPr="001C57E6">
      <w:rPr>
        <w:color w:val="FF0000"/>
        <w:sz w:val="18"/>
        <w:szCs w:val="28"/>
        <w:lang w:val="en-GB"/>
      </w:rPr>
      <w:t>RV (do not remove)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85308"/>
    <w:multiLevelType w:val="hybridMultilevel"/>
    <w:tmpl w:val="5322A152"/>
    <w:lvl w:ilvl="0" w:tplc="D514EBE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030"/>
    <w:rsid w:val="00000F4A"/>
    <w:rsid w:val="000010B4"/>
    <w:rsid w:val="00001E60"/>
    <w:rsid w:val="00005B18"/>
    <w:rsid w:val="00006DB8"/>
    <w:rsid w:val="000122C3"/>
    <w:rsid w:val="000328B7"/>
    <w:rsid w:val="00042681"/>
    <w:rsid w:val="0004788A"/>
    <w:rsid w:val="00052569"/>
    <w:rsid w:val="00054532"/>
    <w:rsid w:val="000665A1"/>
    <w:rsid w:val="00086E8A"/>
    <w:rsid w:val="000B3E84"/>
    <w:rsid w:val="000B6305"/>
    <w:rsid w:val="000C2A02"/>
    <w:rsid w:val="000C43A3"/>
    <w:rsid w:val="000C5319"/>
    <w:rsid w:val="000C5DF6"/>
    <w:rsid w:val="000C6CF8"/>
    <w:rsid w:val="000D14F6"/>
    <w:rsid w:val="000D1BE4"/>
    <w:rsid w:val="000D66A8"/>
    <w:rsid w:val="000D6EE2"/>
    <w:rsid w:val="000D7C60"/>
    <w:rsid w:val="000E79BE"/>
    <w:rsid w:val="0010118C"/>
    <w:rsid w:val="00102A1A"/>
    <w:rsid w:val="00105391"/>
    <w:rsid w:val="00106634"/>
    <w:rsid w:val="00113F64"/>
    <w:rsid w:val="00115A02"/>
    <w:rsid w:val="001221C2"/>
    <w:rsid w:val="0012739F"/>
    <w:rsid w:val="00131B46"/>
    <w:rsid w:val="001332F2"/>
    <w:rsid w:val="00133BDF"/>
    <w:rsid w:val="00134D2A"/>
    <w:rsid w:val="001436A1"/>
    <w:rsid w:val="001446D7"/>
    <w:rsid w:val="001501D0"/>
    <w:rsid w:val="001547C1"/>
    <w:rsid w:val="00155CAB"/>
    <w:rsid w:val="0016265D"/>
    <w:rsid w:val="001630DC"/>
    <w:rsid w:val="00181267"/>
    <w:rsid w:val="00183C0B"/>
    <w:rsid w:val="00186F4F"/>
    <w:rsid w:val="00195759"/>
    <w:rsid w:val="00197F8C"/>
    <w:rsid w:val="001A34ED"/>
    <w:rsid w:val="001A7541"/>
    <w:rsid w:val="001C57E6"/>
    <w:rsid w:val="001C7B97"/>
    <w:rsid w:val="001E33C5"/>
    <w:rsid w:val="001E3ACF"/>
    <w:rsid w:val="001F3823"/>
    <w:rsid w:val="001F4F6C"/>
    <w:rsid w:val="001F7B0E"/>
    <w:rsid w:val="0020328C"/>
    <w:rsid w:val="0021546B"/>
    <w:rsid w:val="00220254"/>
    <w:rsid w:val="00221DAF"/>
    <w:rsid w:val="00227CCF"/>
    <w:rsid w:val="0023520B"/>
    <w:rsid w:val="00235F98"/>
    <w:rsid w:val="00242644"/>
    <w:rsid w:val="00244376"/>
    <w:rsid w:val="002501BA"/>
    <w:rsid w:val="00265496"/>
    <w:rsid w:val="002832F2"/>
    <w:rsid w:val="00293D86"/>
    <w:rsid w:val="002949DC"/>
    <w:rsid w:val="002A5383"/>
    <w:rsid w:val="002B0F48"/>
    <w:rsid w:val="002B167E"/>
    <w:rsid w:val="002C3730"/>
    <w:rsid w:val="002C661E"/>
    <w:rsid w:val="002D65E2"/>
    <w:rsid w:val="002E0B40"/>
    <w:rsid w:val="002F3A78"/>
    <w:rsid w:val="003011A7"/>
    <w:rsid w:val="00304D26"/>
    <w:rsid w:val="00325357"/>
    <w:rsid w:val="0034371E"/>
    <w:rsid w:val="003575F3"/>
    <w:rsid w:val="003614A7"/>
    <w:rsid w:val="003631C7"/>
    <w:rsid w:val="0036510F"/>
    <w:rsid w:val="00366D81"/>
    <w:rsid w:val="0037027D"/>
    <w:rsid w:val="003A4E85"/>
    <w:rsid w:val="003A4EA4"/>
    <w:rsid w:val="003B0929"/>
    <w:rsid w:val="003B2685"/>
    <w:rsid w:val="003B57FF"/>
    <w:rsid w:val="003C4372"/>
    <w:rsid w:val="003D72B5"/>
    <w:rsid w:val="00403FDE"/>
    <w:rsid w:val="004043C6"/>
    <w:rsid w:val="00404747"/>
    <w:rsid w:val="00407CDF"/>
    <w:rsid w:val="00410D0A"/>
    <w:rsid w:val="0041287A"/>
    <w:rsid w:val="004274CC"/>
    <w:rsid w:val="004307D1"/>
    <w:rsid w:val="00443245"/>
    <w:rsid w:val="00445EA0"/>
    <w:rsid w:val="004504A6"/>
    <w:rsid w:val="00451010"/>
    <w:rsid w:val="00455212"/>
    <w:rsid w:val="0046565C"/>
    <w:rsid w:val="00474F72"/>
    <w:rsid w:val="00483D92"/>
    <w:rsid w:val="004A0558"/>
    <w:rsid w:val="004A5FE3"/>
    <w:rsid w:val="004A6BF4"/>
    <w:rsid w:val="004B41E7"/>
    <w:rsid w:val="004B6204"/>
    <w:rsid w:val="004C324C"/>
    <w:rsid w:val="004D1888"/>
    <w:rsid w:val="004D2B11"/>
    <w:rsid w:val="004E2C34"/>
    <w:rsid w:val="004F0EDE"/>
    <w:rsid w:val="0050232D"/>
    <w:rsid w:val="0050539D"/>
    <w:rsid w:val="00506436"/>
    <w:rsid w:val="00512367"/>
    <w:rsid w:val="005133C0"/>
    <w:rsid w:val="00562FC6"/>
    <w:rsid w:val="00570418"/>
    <w:rsid w:val="0057098B"/>
    <w:rsid w:val="0057138C"/>
    <w:rsid w:val="00582082"/>
    <w:rsid w:val="0058786E"/>
    <w:rsid w:val="00596563"/>
    <w:rsid w:val="005A1927"/>
    <w:rsid w:val="005A322C"/>
    <w:rsid w:val="005B610F"/>
    <w:rsid w:val="005C4346"/>
    <w:rsid w:val="005C6CE6"/>
    <w:rsid w:val="005D214B"/>
    <w:rsid w:val="005E176B"/>
    <w:rsid w:val="00606BCB"/>
    <w:rsid w:val="00607CCB"/>
    <w:rsid w:val="0061155C"/>
    <w:rsid w:val="006153FC"/>
    <w:rsid w:val="00616F24"/>
    <w:rsid w:val="00617FB6"/>
    <w:rsid w:val="00620B7D"/>
    <w:rsid w:val="006213A6"/>
    <w:rsid w:val="00621820"/>
    <w:rsid w:val="00626C0D"/>
    <w:rsid w:val="006300B2"/>
    <w:rsid w:val="0064556F"/>
    <w:rsid w:val="00651E35"/>
    <w:rsid w:val="0066443E"/>
    <w:rsid w:val="00670F51"/>
    <w:rsid w:val="00671621"/>
    <w:rsid w:val="00680153"/>
    <w:rsid w:val="00680E3E"/>
    <w:rsid w:val="00685AB0"/>
    <w:rsid w:val="006A35AA"/>
    <w:rsid w:val="006B03AB"/>
    <w:rsid w:val="006B27FB"/>
    <w:rsid w:val="006E7520"/>
    <w:rsid w:val="006F3EFE"/>
    <w:rsid w:val="00720DD9"/>
    <w:rsid w:val="00720EE6"/>
    <w:rsid w:val="0072101A"/>
    <w:rsid w:val="0072343A"/>
    <w:rsid w:val="00733831"/>
    <w:rsid w:val="00734696"/>
    <w:rsid w:val="007420A8"/>
    <w:rsid w:val="0075093F"/>
    <w:rsid w:val="00754BA6"/>
    <w:rsid w:val="007647F9"/>
    <w:rsid w:val="00785EB9"/>
    <w:rsid w:val="00787887"/>
    <w:rsid w:val="00792AB1"/>
    <w:rsid w:val="0079312C"/>
    <w:rsid w:val="00795A25"/>
    <w:rsid w:val="007A5F3B"/>
    <w:rsid w:val="007A6164"/>
    <w:rsid w:val="007B4828"/>
    <w:rsid w:val="007B5489"/>
    <w:rsid w:val="007B61C1"/>
    <w:rsid w:val="007B7F4D"/>
    <w:rsid w:val="007D7A42"/>
    <w:rsid w:val="007E0B7F"/>
    <w:rsid w:val="007E518F"/>
    <w:rsid w:val="00804059"/>
    <w:rsid w:val="00815655"/>
    <w:rsid w:val="00823EFE"/>
    <w:rsid w:val="008241B1"/>
    <w:rsid w:val="008274A1"/>
    <w:rsid w:val="00830D07"/>
    <w:rsid w:val="008478B0"/>
    <w:rsid w:val="00865A92"/>
    <w:rsid w:val="00867D15"/>
    <w:rsid w:val="00871DFA"/>
    <w:rsid w:val="008A3B9B"/>
    <w:rsid w:val="008C42C2"/>
    <w:rsid w:val="008D7A43"/>
    <w:rsid w:val="008E190A"/>
    <w:rsid w:val="008E76F9"/>
    <w:rsid w:val="008F0A8A"/>
    <w:rsid w:val="008F2F39"/>
    <w:rsid w:val="00905B86"/>
    <w:rsid w:val="00907FD0"/>
    <w:rsid w:val="00922716"/>
    <w:rsid w:val="00934D61"/>
    <w:rsid w:val="00937106"/>
    <w:rsid w:val="00943AFA"/>
    <w:rsid w:val="009527FE"/>
    <w:rsid w:val="009633CA"/>
    <w:rsid w:val="009656FF"/>
    <w:rsid w:val="00976AED"/>
    <w:rsid w:val="00982BD0"/>
    <w:rsid w:val="00984607"/>
    <w:rsid w:val="009846AD"/>
    <w:rsid w:val="009917ED"/>
    <w:rsid w:val="00992210"/>
    <w:rsid w:val="009A2D6F"/>
    <w:rsid w:val="009B3BBC"/>
    <w:rsid w:val="009B5A8E"/>
    <w:rsid w:val="009B6F7A"/>
    <w:rsid w:val="009B7178"/>
    <w:rsid w:val="009C41D0"/>
    <w:rsid w:val="009E3C54"/>
    <w:rsid w:val="00A002FE"/>
    <w:rsid w:val="00A0272A"/>
    <w:rsid w:val="00A12863"/>
    <w:rsid w:val="00A27AAF"/>
    <w:rsid w:val="00A401D5"/>
    <w:rsid w:val="00A41C38"/>
    <w:rsid w:val="00A73A83"/>
    <w:rsid w:val="00A75CA7"/>
    <w:rsid w:val="00A77E0E"/>
    <w:rsid w:val="00A86DC1"/>
    <w:rsid w:val="00AB0816"/>
    <w:rsid w:val="00AB12B1"/>
    <w:rsid w:val="00AB4421"/>
    <w:rsid w:val="00AD0030"/>
    <w:rsid w:val="00AD36D6"/>
    <w:rsid w:val="00AD4F05"/>
    <w:rsid w:val="00AD5D32"/>
    <w:rsid w:val="00AF51A0"/>
    <w:rsid w:val="00B262F0"/>
    <w:rsid w:val="00B4525D"/>
    <w:rsid w:val="00B577B5"/>
    <w:rsid w:val="00B664C2"/>
    <w:rsid w:val="00B75D37"/>
    <w:rsid w:val="00B93747"/>
    <w:rsid w:val="00B94793"/>
    <w:rsid w:val="00BB162C"/>
    <w:rsid w:val="00BB740B"/>
    <w:rsid w:val="00BC1992"/>
    <w:rsid w:val="00BC2089"/>
    <w:rsid w:val="00BC57C5"/>
    <w:rsid w:val="00BC600B"/>
    <w:rsid w:val="00BC69EC"/>
    <w:rsid w:val="00BC70A8"/>
    <w:rsid w:val="00BD270D"/>
    <w:rsid w:val="00BE243F"/>
    <w:rsid w:val="00BE249A"/>
    <w:rsid w:val="00C0315E"/>
    <w:rsid w:val="00C100D1"/>
    <w:rsid w:val="00C11159"/>
    <w:rsid w:val="00C441EB"/>
    <w:rsid w:val="00C52D14"/>
    <w:rsid w:val="00C54EFA"/>
    <w:rsid w:val="00C5704C"/>
    <w:rsid w:val="00C578CA"/>
    <w:rsid w:val="00C60616"/>
    <w:rsid w:val="00C618E7"/>
    <w:rsid w:val="00C6739A"/>
    <w:rsid w:val="00C700F8"/>
    <w:rsid w:val="00C908D5"/>
    <w:rsid w:val="00C916FF"/>
    <w:rsid w:val="00C96B05"/>
    <w:rsid w:val="00CA2FAD"/>
    <w:rsid w:val="00CA5E91"/>
    <w:rsid w:val="00CA6619"/>
    <w:rsid w:val="00CB6D0A"/>
    <w:rsid w:val="00CB6FD4"/>
    <w:rsid w:val="00CE1264"/>
    <w:rsid w:val="00CE253F"/>
    <w:rsid w:val="00CE5D4A"/>
    <w:rsid w:val="00CE766B"/>
    <w:rsid w:val="00CF4028"/>
    <w:rsid w:val="00D00859"/>
    <w:rsid w:val="00D101EB"/>
    <w:rsid w:val="00D10CE9"/>
    <w:rsid w:val="00D12159"/>
    <w:rsid w:val="00D2106B"/>
    <w:rsid w:val="00D23845"/>
    <w:rsid w:val="00D27761"/>
    <w:rsid w:val="00D30F77"/>
    <w:rsid w:val="00D42B88"/>
    <w:rsid w:val="00D43EE6"/>
    <w:rsid w:val="00D57D79"/>
    <w:rsid w:val="00D60CF0"/>
    <w:rsid w:val="00D65B0D"/>
    <w:rsid w:val="00D837CB"/>
    <w:rsid w:val="00D84912"/>
    <w:rsid w:val="00D862BC"/>
    <w:rsid w:val="00DA3C52"/>
    <w:rsid w:val="00DB0564"/>
    <w:rsid w:val="00DB130D"/>
    <w:rsid w:val="00DB225C"/>
    <w:rsid w:val="00DD0A94"/>
    <w:rsid w:val="00DD7BE2"/>
    <w:rsid w:val="00DE179D"/>
    <w:rsid w:val="00DE4B74"/>
    <w:rsid w:val="00DF7DF9"/>
    <w:rsid w:val="00E04C80"/>
    <w:rsid w:val="00E17030"/>
    <w:rsid w:val="00E31BE5"/>
    <w:rsid w:val="00E44FAD"/>
    <w:rsid w:val="00E462C6"/>
    <w:rsid w:val="00E567A6"/>
    <w:rsid w:val="00E668C7"/>
    <w:rsid w:val="00E77B93"/>
    <w:rsid w:val="00E9476F"/>
    <w:rsid w:val="00EA0220"/>
    <w:rsid w:val="00EA0A1E"/>
    <w:rsid w:val="00EA7F9D"/>
    <w:rsid w:val="00EB1BDF"/>
    <w:rsid w:val="00EB7524"/>
    <w:rsid w:val="00EC66D1"/>
    <w:rsid w:val="00EE1913"/>
    <w:rsid w:val="00EE5763"/>
    <w:rsid w:val="00EF2882"/>
    <w:rsid w:val="00EF3F3B"/>
    <w:rsid w:val="00F042AB"/>
    <w:rsid w:val="00F046A8"/>
    <w:rsid w:val="00F05D54"/>
    <w:rsid w:val="00F217A8"/>
    <w:rsid w:val="00F277B8"/>
    <w:rsid w:val="00F3394F"/>
    <w:rsid w:val="00F53028"/>
    <w:rsid w:val="00F56E70"/>
    <w:rsid w:val="00F62D04"/>
    <w:rsid w:val="00F71C6C"/>
    <w:rsid w:val="00F72AE8"/>
    <w:rsid w:val="00F754D8"/>
    <w:rsid w:val="00F77D65"/>
    <w:rsid w:val="00F8091F"/>
    <w:rsid w:val="00F94862"/>
    <w:rsid w:val="00FA0154"/>
    <w:rsid w:val="00FA0A7D"/>
    <w:rsid w:val="00FB0B5A"/>
    <w:rsid w:val="00FB1BB3"/>
    <w:rsid w:val="00FB7BF8"/>
    <w:rsid w:val="00FC3D27"/>
    <w:rsid w:val="00FC6A9F"/>
    <w:rsid w:val="00FD1D89"/>
    <w:rsid w:val="00FD2309"/>
    <w:rsid w:val="1B89104F"/>
    <w:rsid w:val="2C777C51"/>
    <w:rsid w:val="2FF19A10"/>
    <w:rsid w:val="3E4E820C"/>
    <w:rsid w:val="49FFC8B2"/>
    <w:rsid w:val="58BA2EB8"/>
    <w:rsid w:val="5D1E4AC9"/>
    <w:rsid w:val="677324B2"/>
    <w:rsid w:val="7B8FE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C8E4AA"/>
  <w15:chartTrackingRefBased/>
  <w15:docId w15:val="{5581C6B5-A767-4F96-8E2E-0396AD1A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030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link w:val="ListeavsnittTegn"/>
    <w:uiPriority w:val="34"/>
    <w:qFormat/>
    <w:rsid w:val="00E17030"/>
    <w:pPr>
      <w:ind w:left="720"/>
      <w:contextualSpacing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E17030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23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3520B"/>
    <w:rPr>
      <w:rFonts w:ascii="Segoe UI" w:hAnsi="Segoe UI" w:cs="Segoe UI"/>
      <w:color w:val="000000" w:themeColor="text1"/>
      <w:sz w:val="18"/>
      <w:szCs w:val="18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8274A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8274A1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8274A1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8274A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8274A1"/>
    <w:rPr>
      <w:b/>
      <w:bCs/>
      <w:color w:val="000000" w:themeColor="text1"/>
      <w:sz w:val="20"/>
      <w:szCs w:val="20"/>
    </w:rPr>
  </w:style>
  <w:style w:type="character" w:customStyle="1" w:styleId="Ulstomtale1">
    <w:name w:val="Uløst omtale1"/>
    <w:basedOn w:val="Standardskriftforavsnitt"/>
    <w:uiPriority w:val="99"/>
    <w:unhideWhenUsed/>
    <w:rsid w:val="007B61C1"/>
    <w:rPr>
      <w:color w:val="605E5C"/>
      <w:shd w:val="clear" w:color="auto" w:fill="E1DFDD"/>
    </w:rPr>
  </w:style>
  <w:style w:type="character" w:customStyle="1" w:styleId="Omtale1">
    <w:name w:val="Omtale1"/>
    <w:basedOn w:val="Standardskriftforavsnitt"/>
    <w:uiPriority w:val="99"/>
    <w:unhideWhenUsed/>
    <w:rsid w:val="007B61C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3" ma:contentTypeDescription="Opprett et nytt dokument." ma:contentTypeScope="" ma:versionID="e5bbdfc5d40d483569434ded815da40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feec15c8ac0db227dd468a8bc04f76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58EDB7-8D6A-4081-9733-740E79CFDB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03C958-2FBC-4F8C-8E31-2E2E54C0DA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8B890B-B997-4280-94AC-9EB4747BA823}">
  <ds:schemaRefs>
    <ds:schemaRef ds:uri="http://schemas.microsoft.com/office/2006/metadata/properties"/>
    <ds:schemaRef ds:uri="ff65bf70-acce-4542-b82e-7e1279e3c759"/>
    <ds:schemaRef ds:uri="http://www.w3.org/XML/1998/namespace"/>
    <ds:schemaRef ds:uri="http://purl.org/dc/dcmitype/"/>
    <ds:schemaRef ds:uri="http://schemas.microsoft.com/office/2006/documentManagement/types"/>
    <ds:schemaRef ds:uri="9e61cd47-c3ce-4adc-adae-b4cbbb772a9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E727870-FE4F-4B5B-A386-5A8093E1DF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Roxrud</dc:creator>
  <cp:keywords/>
  <dc:description/>
  <cp:lastModifiedBy>Dyveke Hetland</cp:lastModifiedBy>
  <cp:revision>5</cp:revision>
  <dcterms:created xsi:type="dcterms:W3CDTF">2021-11-02T15:43:00Z</dcterms:created>
  <dcterms:modified xsi:type="dcterms:W3CDTF">2022-09-27T12:16:00Z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0x0101009D15726D26E19C4C9340B4EE147757D7</vt:lpwstr>
  </property>
  <property fmtid="{D5CDD505-2E9C-101B-9397-08002B2CF9AE}" pid="3" name="Dokumenttyper">
    <vt:lpwstr/>
  </property>
  <property fmtid="{D5CDD505-2E9C-101B-9397-08002B2CF9AE}" pid="4" name="Dokumenttype">
    <vt:lpwstr/>
  </property>
  <property fmtid="{D5CDD505-2E9C-101B-9397-08002B2CF9AE}" pid="5" name="MSIP_Label_c57cc846-0bc0-43b9-8353-a5d3a5c07e06_Enabled">
    <vt:lpwstr>true</vt:lpwstr>
  </property>
  <property fmtid="{D5CDD505-2E9C-101B-9397-08002B2CF9AE}" pid="6" name="MSIP_Label_c57cc846-0bc0-43b9-8353-a5d3a5c07e06_SetDate">
    <vt:lpwstr>2022-09-26T10:36:44Z</vt:lpwstr>
  </property>
  <property fmtid="{D5CDD505-2E9C-101B-9397-08002B2CF9AE}" pid="7" name="MSIP_Label_c57cc846-0bc0-43b9-8353-a5d3a5c07e06_Method">
    <vt:lpwstr>Privileged</vt:lpwstr>
  </property>
  <property fmtid="{D5CDD505-2E9C-101B-9397-08002B2CF9AE}" pid="8" name="MSIP_Label_c57cc846-0bc0-43b9-8353-a5d3a5c07e06_Name">
    <vt:lpwstr>c57cc846-0bc0-43b9-8353-a5d3a5c07e06</vt:lpwstr>
  </property>
  <property fmtid="{D5CDD505-2E9C-101B-9397-08002B2CF9AE}" pid="9" name="MSIP_Label_c57cc846-0bc0-43b9-8353-a5d3a5c07e06_SiteId">
    <vt:lpwstr>a9b13882-99a6-4b28-9368-b64c69bf0256</vt:lpwstr>
  </property>
  <property fmtid="{D5CDD505-2E9C-101B-9397-08002B2CF9AE}" pid="10" name="MSIP_Label_c57cc846-0bc0-43b9-8353-a5d3a5c07e06_ActionId">
    <vt:lpwstr>6c555c5d-51da-4670-8a1e-f0e82620081c</vt:lpwstr>
  </property>
  <property fmtid="{D5CDD505-2E9C-101B-9397-08002B2CF9AE}" pid="11" name="MSIP_Label_c57cc846-0bc0-43b9-8353-a5d3a5c07e06_ContentBits">
    <vt:lpwstr>0</vt:lpwstr>
  </property>
</Properties>
</file>